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A0D" w:rsidRDefault="00B950BD" w:rsidP="006846DA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margin-left:18pt;margin-top:28.8pt;width:669.8pt;height:670.75pt;z-index:-251657216;mso-position-horizontal-relative:text;mso-position-vertical-relative:text">
            <v:imagedata r:id="rId4" o:title=""/>
          </v:shape>
          <o:OLEObject Type="Embed" ProgID="CorelDraw.Graphic.18" ShapeID="_x0000_s1070" DrawAspect="Content" ObjectID="_1677299790" r:id="rId5"/>
        </w:object>
      </w:r>
      <w:r w:rsidR="006846DA">
        <w:t xml:space="preserve">                                     </w:t>
      </w:r>
      <w:proofErr w:type="spellStart"/>
      <w:r w:rsidR="006846DA">
        <w:t>a#e</w:t>
      </w:r>
      <w:proofErr w:type="spellEnd"/>
    </w:p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F2663B" w:rsidP="006846DA">
      <w:r>
        <w:t xml:space="preserve">                                     </w:t>
      </w:r>
      <w:r w:rsidR="001F0BBF">
        <w:t xml:space="preserve"> </w:t>
      </w:r>
      <w:r>
        <w:t>#</w:t>
      </w:r>
      <w:r w:rsidR="0057394F">
        <w:t>g</w:t>
      </w:r>
    </w:p>
    <w:p w:rsidR="00F2663B" w:rsidRDefault="00F2663B" w:rsidP="006846DA">
      <w:r w:rsidRPr="00F2663B">
        <w:lastRenderedPageBreak/>
        <w:t>#</w:t>
      </w:r>
      <w:proofErr w:type="spellStart"/>
      <w:proofErr w:type="gramStart"/>
      <w:r w:rsidRPr="00F2663B">
        <w:t>af</w:t>
      </w:r>
      <w:proofErr w:type="spellEnd"/>
      <w:r w:rsidRPr="00F2663B">
        <w:t xml:space="preserve"> ,</w:t>
      </w:r>
      <w:proofErr w:type="gramEnd"/>
      <w:r w:rsidRPr="00F2663B">
        <w:t>? is a pap]_/p5cil copy ( an</w:t>
      </w:r>
      <w:r>
        <w:t xml:space="preserve">    #</w:t>
      </w:r>
      <w:proofErr w:type="spellStart"/>
      <w:r>
        <w:t>aj</w:t>
      </w:r>
      <w:proofErr w:type="spellEnd"/>
    </w:p>
    <w:p w:rsidR="00F2663B" w:rsidRDefault="00F2663B" w:rsidP="006846DA">
      <w:r>
        <w:t xml:space="preserve"> </w:t>
      </w:r>
      <w:r w:rsidRPr="00F2663B">
        <w:t xml:space="preserve"> onl9e </w:t>
      </w:r>
      <w:proofErr w:type="spellStart"/>
      <w:r w:rsidRPr="00F2663B">
        <w:t>te</w:t>
      </w:r>
      <w:proofErr w:type="spellEnd"/>
      <w:r w:rsidRPr="00F2663B">
        <w:t>*</w:t>
      </w:r>
      <w:proofErr w:type="spellStart"/>
      <w:r w:rsidRPr="00F2663B">
        <w:t>nology</w:t>
      </w:r>
      <w:proofErr w:type="spellEnd"/>
      <w:r w:rsidRPr="00F2663B">
        <w:t xml:space="preserve"> 5</w:t>
      </w:r>
      <w:proofErr w:type="gramStart"/>
      <w:r w:rsidRPr="00F2663B">
        <w:t>h.ed</w:t>
      </w:r>
      <w:proofErr w:type="gramEnd"/>
      <w:r w:rsidRPr="00F2663B">
        <w:t xml:space="preserve"> item4</w:t>
      </w:r>
    </w:p>
    <w:p w:rsidR="006846DA" w:rsidRDefault="00F2663B" w:rsidP="006846DA">
      <w:r>
        <w:t xml:space="preserve">    </w:t>
      </w:r>
      <w:proofErr w:type="gramStart"/>
      <w:r w:rsidRPr="00F2663B">
        <w:t>,!</w:t>
      </w:r>
      <w:proofErr w:type="gramEnd"/>
      <w:r w:rsidRPr="00F2663B">
        <w:t xml:space="preserve"> graph ( a </w:t>
      </w:r>
      <w:proofErr w:type="spellStart"/>
      <w:r w:rsidRPr="00F2663B">
        <w:t>func;n</w:t>
      </w:r>
      <w:proofErr w:type="spellEnd"/>
      <w:r w:rsidRPr="00F2663B">
        <w:t xml:space="preserve"> is %[n 2l4</w:t>
      </w:r>
    </w:p>
    <w:p w:rsidR="006846DA" w:rsidRDefault="00B950BD" w:rsidP="006846DA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072" type="#_x0000_t75" style="position:absolute;margin-left:35.85pt;margin-top:28.8pt;width:558.1pt;height:558.95pt;z-index:-251655168;mso-position-horizontal-relative:text;mso-position-vertical-relative:text">
            <v:imagedata r:id="rId6" o:title=""/>
          </v:shape>
          <o:OLEObject Type="Embed" ProgID="CorelDraw.Graphic.18" ShapeID="_x0000_s1072" DrawAspect="Content" ObjectID="_1677299791" r:id="rId7"/>
        </w:object>
      </w:r>
    </w:p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F2663B" w:rsidP="006846DA">
      <w:r>
        <w:t xml:space="preserve">                                     #</w:t>
      </w:r>
      <w:r w:rsidR="004032F6">
        <w:t>a</w:t>
      </w:r>
      <w:r w:rsidR="005B4713">
        <w:t>c</w:t>
      </w:r>
    </w:p>
    <w:p w:rsidR="006846DA" w:rsidRDefault="001E39FB" w:rsidP="006846DA">
      <w:r>
        <w:lastRenderedPageBreak/>
        <w:t xml:space="preserve">                                    </w:t>
      </w:r>
      <w:proofErr w:type="spellStart"/>
      <w:r>
        <w:t>a#ac</w:t>
      </w:r>
      <w:proofErr w:type="spellEnd"/>
    </w:p>
    <w:p w:rsidR="006846DA" w:rsidRDefault="00B950BD" w:rsidP="006846DA">
      <w:bookmarkStart w:id="0" w:name="_GoBack"/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073" type="#_x0000_t75" style="position:absolute;margin-left:33.5pt;margin-top:1.55pt;width:489.65pt;height:481.15pt;z-index:-251653120;mso-position-horizontal-relative:text;mso-position-vertical-relative:text">
            <v:imagedata r:id="rId8" o:title=""/>
          </v:shape>
          <o:OLEObject Type="Embed" ProgID="CorelDraw.Graphic.18" ShapeID="_x0000_s1073" DrawAspect="Content" ObjectID="_1677299792" r:id="rId9"/>
        </w:object>
      </w:r>
      <w:bookmarkEnd w:id="0"/>
    </w:p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F2663B" w:rsidP="006846DA">
      <w:r>
        <w:t xml:space="preserve">                                     #</w:t>
      </w:r>
      <w:r w:rsidR="004032F6">
        <w:t>a</w:t>
      </w:r>
      <w:r w:rsidR="005962C0">
        <w:t>h</w:t>
      </w:r>
    </w:p>
    <w:p w:rsidR="00F67485" w:rsidRDefault="00F67485" w:rsidP="006846DA">
      <w:r w:rsidRPr="00F67485">
        <w:lastRenderedPageBreak/>
        <w:t>#</w:t>
      </w:r>
      <w:proofErr w:type="spellStart"/>
      <w:r w:rsidRPr="00F67485">
        <w:t>bd</w:t>
      </w:r>
      <w:proofErr w:type="spellEnd"/>
      <w:r w:rsidRPr="00F67485">
        <w:t xml:space="preserve"> ,9 </w:t>
      </w:r>
      <w:proofErr w:type="gramStart"/>
      <w:r w:rsidRPr="00F67485">
        <w:t>rectangle ,,f</w:t>
      </w:r>
      <w:r w:rsidR="00591B02">
        <w:t>gh</w:t>
      </w:r>
      <w:r w:rsidRPr="00F67485">
        <w:t>i</w:t>
      </w:r>
      <w:proofErr w:type="gramEnd"/>
      <w:r w:rsidRPr="00F67485">
        <w:t>1 diagonals</w:t>
      </w:r>
      <w:r>
        <w:t xml:space="preserve">   #ag</w:t>
      </w:r>
    </w:p>
    <w:p w:rsidR="006E18A7" w:rsidRDefault="00F67485" w:rsidP="006846DA">
      <w:r>
        <w:t xml:space="preserve">  </w:t>
      </w:r>
      <w:r w:rsidRPr="00F67485">
        <w:t xml:space="preserve"> </w:t>
      </w:r>
      <w:r>
        <w:t xml:space="preserve"> </w:t>
      </w:r>
      <w:proofErr w:type="gramStart"/>
      <w:r w:rsidR="006E18A7">
        <w:t>;;</w:t>
      </w:r>
      <w:r w:rsidR="00DA4082">
        <w:t>&lt;</w:t>
      </w:r>
      <w:r w:rsidRPr="00F67485">
        <w:t>,,</w:t>
      </w:r>
      <w:proofErr w:type="spellStart"/>
      <w:proofErr w:type="gramEnd"/>
      <w:r w:rsidRPr="00F67485">
        <w:t>fh</w:t>
      </w:r>
      <w:proofErr w:type="spellEnd"/>
      <w:r w:rsidR="00DA4082">
        <w:t>&gt;:</w:t>
      </w:r>
      <w:r w:rsidRPr="00F67485">
        <w:t xml:space="preserve"> &amp; </w:t>
      </w:r>
      <w:r w:rsidR="006E18A7">
        <w:t>;;</w:t>
      </w:r>
      <w:r w:rsidR="00DA4082">
        <w:t>&lt;</w:t>
      </w:r>
      <w:r w:rsidRPr="00F67485">
        <w:t>,,</w:t>
      </w:r>
      <w:proofErr w:type="spellStart"/>
      <w:r w:rsidRPr="00F67485">
        <w:t>gi</w:t>
      </w:r>
      <w:proofErr w:type="spellEnd"/>
      <w:r w:rsidR="00DA4082">
        <w:t>&gt;:</w:t>
      </w:r>
      <w:r w:rsidRPr="00F67485">
        <w:t xml:space="preserve"> 9t]sect at</w:t>
      </w:r>
    </w:p>
    <w:p w:rsidR="006846DA" w:rsidRDefault="006E18A7" w:rsidP="006846DA">
      <w:r>
        <w:t xml:space="preserve">   </w:t>
      </w:r>
      <w:r w:rsidR="00F67485" w:rsidRPr="00F67485">
        <w:t xml:space="preserve"> </w:t>
      </w:r>
      <w:proofErr w:type="gramStart"/>
      <w:r w:rsidR="00F67485" w:rsidRPr="00F67485">
        <w:t>;,</w:t>
      </w:r>
      <w:proofErr w:type="gramEnd"/>
      <w:r w:rsidR="00F67485" w:rsidRPr="00F67485">
        <w:t>e4</w:t>
      </w:r>
    </w:p>
    <w:p w:rsidR="006846DA" w:rsidRDefault="006846DA" w:rsidP="006846DA"/>
    <w:p w:rsidR="006846DA" w:rsidRDefault="00B950BD" w:rsidP="006846DA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074" type="#_x0000_t75" style="position:absolute;margin-left:36.3pt;margin-top:1.25pt;width:496.8pt;height:175.7pt;z-index:-251651072;mso-position-horizontal-relative:text;mso-position-vertical-relative:text">
            <v:imagedata r:id="rId10" o:title=""/>
          </v:shape>
          <o:OLEObject Type="Embed" ProgID="CorelDraw.Graphic.18" ShapeID="_x0000_s1074" DrawAspect="Content" ObjectID="_1677299793" r:id="rId11"/>
        </w:object>
      </w:r>
    </w:p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A243C0" w:rsidRDefault="00A243C0" w:rsidP="00A243C0">
      <w:pPr>
        <w:ind w:left="2160"/>
      </w:pPr>
      <w:r w:rsidRPr="00A243C0">
        <w:t>_</w:t>
      </w:r>
      <w:proofErr w:type="gramStart"/>
      <w:r w:rsidRPr="00A243C0">
        <w:t>4 ,,</w:t>
      </w:r>
      <w:proofErr w:type="spellStart"/>
      <w:r w:rsidRPr="00A243C0">
        <w:t>ie</w:t>
      </w:r>
      <w:proofErr w:type="spellEnd"/>
      <w:proofErr w:type="gramEnd"/>
      <w:r w:rsidRPr="00A243C0">
        <w:t xml:space="preserve"> "7 #cx"6#d</w:t>
      </w:r>
    </w:p>
    <w:p w:rsidR="006846DA" w:rsidRDefault="00A243C0" w:rsidP="00A243C0">
      <w:pPr>
        <w:ind w:left="2160"/>
      </w:pPr>
      <w:r w:rsidRPr="00A243C0">
        <w:t>_</w:t>
      </w:r>
      <w:proofErr w:type="gramStart"/>
      <w:r w:rsidRPr="00A243C0">
        <w:t>4 ,,</w:t>
      </w:r>
      <w:proofErr w:type="spellStart"/>
      <w:r w:rsidRPr="00A243C0">
        <w:t>eg</w:t>
      </w:r>
      <w:proofErr w:type="spellEnd"/>
      <w:proofErr w:type="gramEnd"/>
      <w:r w:rsidRPr="00A243C0">
        <w:t xml:space="preserve"> "7 #ex</w:t>
      </w:r>
      <w:r w:rsidR="00290815">
        <w:t>"</w:t>
      </w:r>
      <w:r w:rsidRPr="00A243C0">
        <w:t>-#f</w:t>
      </w:r>
    </w:p>
    <w:p w:rsidR="006846DA" w:rsidRDefault="006846DA" w:rsidP="006846DA"/>
    <w:p w:rsidR="006846DA" w:rsidRDefault="00A243C0" w:rsidP="00A243C0">
      <w:pPr>
        <w:ind w:left="1440"/>
      </w:pPr>
      <w:proofErr w:type="gramStart"/>
      <w:r w:rsidRPr="00A243C0">
        <w:t>,:</w:t>
      </w:r>
      <w:proofErr w:type="gramEnd"/>
      <w:r w:rsidRPr="00A243C0">
        <w:t xml:space="preserve">at is ! l5g? </w:t>
      </w:r>
      <w:proofErr w:type="gramStart"/>
      <w:r w:rsidRPr="00A243C0">
        <w:t xml:space="preserve">( </w:t>
      </w:r>
      <w:r w:rsidR="00AC4EB9">
        <w:t>;</w:t>
      </w:r>
      <w:proofErr w:type="gramEnd"/>
      <w:r w:rsidR="00AC4EB9">
        <w:t>;</w:t>
      </w:r>
      <w:r w:rsidR="00290815">
        <w:t>&lt;</w:t>
      </w:r>
      <w:r w:rsidRPr="00A243C0">
        <w:t>,,</w:t>
      </w:r>
      <w:proofErr w:type="spellStart"/>
      <w:r w:rsidRPr="00A243C0">
        <w:t>fh</w:t>
      </w:r>
      <w:proofErr w:type="spellEnd"/>
      <w:r w:rsidR="00290815">
        <w:t>&gt;:</w:t>
      </w:r>
      <w:r w:rsidRPr="00A243C0">
        <w:t>8</w:t>
      </w:r>
    </w:p>
    <w:p w:rsidR="00A243C0" w:rsidRDefault="00A243C0" w:rsidP="00A243C0">
      <w:pPr>
        <w:ind w:left="720"/>
      </w:pPr>
      <w:proofErr w:type="gramStart"/>
      <w:r w:rsidRPr="00A243C0">
        <w:t>,a</w:t>
      </w:r>
      <w:proofErr w:type="gramEnd"/>
      <w:r w:rsidRPr="00A243C0">
        <w:t xml:space="preserve"> #e units</w:t>
      </w:r>
    </w:p>
    <w:p w:rsidR="00A243C0" w:rsidRDefault="00A243C0" w:rsidP="00A243C0">
      <w:pPr>
        <w:ind w:left="720"/>
      </w:pPr>
      <w:proofErr w:type="gramStart"/>
      <w:r w:rsidRPr="00A243C0">
        <w:t>;,</w:t>
      </w:r>
      <w:proofErr w:type="gramEnd"/>
      <w:r w:rsidRPr="00A243C0">
        <w:t>b #</w:t>
      </w:r>
      <w:proofErr w:type="spellStart"/>
      <w:r w:rsidRPr="00A243C0">
        <w:t>aj</w:t>
      </w:r>
      <w:proofErr w:type="spellEnd"/>
      <w:r w:rsidRPr="00A243C0">
        <w:t xml:space="preserve"> units</w:t>
      </w:r>
    </w:p>
    <w:p w:rsidR="00A243C0" w:rsidRDefault="00A243C0" w:rsidP="00A243C0">
      <w:pPr>
        <w:ind w:left="720"/>
      </w:pPr>
      <w:proofErr w:type="gramStart"/>
      <w:r w:rsidRPr="00A243C0">
        <w:t>;,</w:t>
      </w:r>
      <w:proofErr w:type="gramEnd"/>
      <w:r w:rsidRPr="00A243C0">
        <w:t>c #</w:t>
      </w:r>
      <w:proofErr w:type="spellStart"/>
      <w:r w:rsidRPr="00A243C0">
        <w:t>ai</w:t>
      </w:r>
      <w:proofErr w:type="spellEnd"/>
      <w:r w:rsidRPr="00A243C0">
        <w:t xml:space="preserve"> units</w:t>
      </w:r>
    </w:p>
    <w:p w:rsidR="006846DA" w:rsidRDefault="00A243C0" w:rsidP="00A243C0">
      <w:pPr>
        <w:ind w:left="720"/>
      </w:pPr>
      <w:proofErr w:type="gramStart"/>
      <w:r w:rsidRPr="00A243C0">
        <w:t>;,</w:t>
      </w:r>
      <w:proofErr w:type="gramEnd"/>
      <w:r w:rsidRPr="00A243C0">
        <w:t>d #</w:t>
      </w:r>
      <w:proofErr w:type="spellStart"/>
      <w:r w:rsidRPr="00A243C0">
        <w:t>ch</w:t>
      </w:r>
      <w:proofErr w:type="spellEnd"/>
      <w:r w:rsidRPr="00A243C0">
        <w:t xml:space="preserve"> units</w:t>
      </w:r>
    </w:p>
    <w:p w:rsidR="006846DA" w:rsidRDefault="006846DA" w:rsidP="006846DA"/>
    <w:p w:rsidR="00A243C0" w:rsidRDefault="00A243C0" w:rsidP="006846DA"/>
    <w:p w:rsidR="006846DA" w:rsidRDefault="006846DA" w:rsidP="006846DA"/>
    <w:p w:rsidR="006846DA" w:rsidRDefault="006846DA" w:rsidP="006846DA"/>
    <w:p w:rsidR="006846DA" w:rsidRDefault="00F2663B" w:rsidP="006846DA">
      <w:r>
        <w:t xml:space="preserve">                                     #</w:t>
      </w:r>
      <w:r w:rsidR="00992CE8">
        <w:t>b</w:t>
      </w:r>
      <w:r w:rsidR="00D66055">
        <w:t>b</w:t>
      </w:r>
    </w:p>
    <w:p w:rsidR="006846DA" w:rsidRDefault="00B67A20" w:rsidP="006846DA">
      <w:r w:rsidRPr="00B67A20">
        <w:lastRenderedPageBreak/>
        <w:t>#</w:t>
      </w:r>
      <w:proofErr w:type="gramStart"/>
      <w:r w:rsidRPr="00B67A20">
        <w:t>be ,triangle</w:t>
      </w:r>
      <w:proofErr w:type="gramEnd"/>
      <w:r w:rsidRPr="00B67A20">
        <w:t xml:space="preserve"> ,,</w:t>
      </w:r>
      <w:proofErr w:type="spellStart"/>
      <w:r w:rsidRPr="00B67A20">
        <w:t>pmt</w:t>
      </w:r>
      <w:proofErr w:type="spellEnd"/>
      <w:r w:rsidRPr="00B67A20">
        <w:t xml:space="preserve"> is %[n 2l4</w:t>
      </w:r>
      <w:r>
        <w:t xml:space="preserve">      #ah</w:t>
      </w:r>
    </w:p>
    <w:p w:rsidR="006846DA" w:rsidRDefault="00B950BD" w:rsidP="006846DA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075" type="#_x0000_t75" style="position:absolute;margin-left:32.1pt;margin-top:20.05pt;width:7in;height:5in;z-index:-251649024;mso-position-horizontal-relative:text;mso-position-vertical-relative:text">
            <v:imagedata r:id="rId12" o:title=""/>
          </v:shape>
          <o:OLEObject Type="Embed" ProgID="CorelDraw.Graphic.18" ShapeID="_x0000_s1075" DrawAspect="Content" ObjectID="_1677299794" r:id="rId13"/>
        </w:object>
      </w:r>
    </w:p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6846DA" w:rsidRDefault="006846DA" w:rsidP="006846DA"/>
    <w:p w:rsidR="00CE73B4" w:rsidRDefault="00CE73B4" w:rsidP="00CE73B4">
      <w:pPr>
        <w:ind w:left="2250"/>
      </w:pPr>
      <w:r w:rsidRPr="00CE73B4">
        <w:t>_</w:t>
      </w:r>
      <w:proofErr w:type="gramStart"/>
      <w:r w:rsidRPr="00CE73B4">
        <w:t>4 ;;m</w:t>
      </w:r>
      <w:proofErr w:type="gramEnd"/>
      <w:r w:rsidRPr="00CE73B4">
        <w:t>&lt;,,</w:t>
      </w:r>
      <w:proofErr w:type="spellStart"/>
      <w:r w:rsidRPr="00CE73B4">
        <w:t>gh</w:t>
      </w:r>
      <w:proofErr w:type="spellEnd"/>
      <w:r w:rsidRPr="00CE73B4">
        <w:t>&gt;: "7 x"6#c</w:t>
      </w:r>
    </w:p>
    <w:p w:rsidR="00CE73B4" w:rsidRDefault="00CE73B4" w:rsidP="00CE73B4">
      <w:pPr>
        <w:ind w:left="2250"/>
      </w:pPr>
      <w:r w:rsidRPr="00CE73B4">
        <w:t>_</w:t>
      </w:r>
      <w:proofErr w:type="gramStart"/>
      <w:r w:rsidRPr="00CE73B4">
        <w:t>4 ;;m</w:t>
      </w:r>
      <w:proofErr w:type="gramEnd"/>
      <w:r w:rsidRPr="00CE73B4">
        <w:t>&lt;,,</w:t>
      </w:r>
      <w:proofErr w:type="spellStart"/>
      <w:r w:rsidRPr="00CE73B4">
        <w:t>pg</w:t>
      </w:r>
      <w:proofErr w:type="spellEnd"/>
      <w:r w:rsidRPr="00CE73B4">
        <w:t>&gt;: "7 #dx"6#a</w:t>
      </w:r>
    </w:p>
    <w:p w:rsidR="006846DA" w:rsidRDefault="00CE73B4" w:rsidP="00CE73B4">
      <w:pPr>
        <w:ind w:left="2250"/>
      </w:pPr>
      <w:r w:rsidRPr="00CE73B4">
        <w:t>_</w:t>
      </w:r>
      <w:proofErr w:type="gramStart"/>
      <w:r w:rsidRPr="00CE73B4">
        <w:t>4 ;;m</w:t>
      </w:r>
      <w:proofErr w:type="gramEnd"/>
      <w:r w:rsidRPr="00CE73B4">
        <w:t>&lt;,,</w:t>
      </w:r>
      <w:proofErr w:type="spellStart"/>
      <w:r w:rsidRPr="00CE73B4">
        <w:t>gj</w:t>
      </w:r>
      <w:proofErr w:type="spellEnd"/>
      <w:r w:rsidRPr="00CE73B4">
        <w:t>&gt;: "7 #</w:t>
      </w:r>
      <w:proofErr w:type="spellStart"/>
      <w:r w:rsidRPr="00CE73B4">
        <w:t>bx</w:t>
      </w:r>
      <w:proofErr w:type="spellEnd"/>
      <w:r w:rsidRPr="00CE73B4">
        <w:t>"</w:t>
      </w:r>
      <w:r w:rsidR="00340652">
        <w:t>-</w:t>
      </w:r>
      <w:r w:rsidRPr="00CE73B4">
        <w:t>#a</w:t>
      </w:r>
    </w:p>
    <w:p w:rsidR="006846DA" w:rsidRDefault="006846DA" w:rsidP="006846DA"/>
    <w:p w:rsidR="00CE73B4" w:rsidRDefault="00CE73B4" w:rsidP="006846DA">
      <w:r>
        <w:t xml:space="preserve">    </w:t>
      </w:r>
      <w:proofErr w:type="gramStart"/>
      <w:r w:rsidRPr="00CE73B4">
        <w:t>,:</w:t>
      </w:r>
      <w:proofErr w:type="gramEnd"/>
      <w:r w:rsidRPr="00CE73B4">
        <w:t xml:space="preserve">at is ! m1sure ( </w:t>
      </w:r>
      <w:proofErr w:type="spellStart"/>
      <w:r w:rsidRPr="00CE73B4">
        <w:t>seg;t</w:t>
      </w:r>
      <w:proofErr w:type="spellEnd"/>
      <w:r w:rsidRPr="00CE73B4">
        <w:t xml:space="preserve"> ,,pg8</w:t>
      </w:r>
    </w:p>
    <w:p w:rsidR="00CE73B4" w:rsidRDefault="00CE73B4" w:rsidP="006846DA">
      <w:r>
        <w:t xml:space="preserve">  </w:t>
      </w:r>
      <w:proofErr w:type="gramStart"/>
      <w:r w:rsidRPr="00CE73B4">
        <w:t>,a</w:t>
      </w:r>
      <w:proofErr w:type="gramEnd"/>
      <w:r w:rsidRPr="00CE73B4">
        <w:t xml:space="preserve"> #d units</w:t>
      </w:r>
    </w:p>
    <w:p w:rsidR="00CE73B4" w:rsidRDefault="00CE73B4" w:rsidP="006846DA">
      <w:r>
        <w:t xml:space="preserve"> </w:t>
      </w:r>
      <w:r w:rsidRPr="00CE73B4">
        <w:t xml:space="preserve"> </w:t>
      </w:r>
      <w:proofErr w:type="gramStart"/>
      <w:r w:rsidRPr="00CE73B4">
        <w:t>;,</w:t>
      </w:r>
      <w:proofErr w:type="gramEnd"/>
      <w:r w:rsidRPr="00CE73B4">
        <w:t>b #g units</w:t>
      </w:r>
    </w:p>
    <w:p w:rsidR="00CE73B4" w:rsidRDefault="00CE73B4" w:rsidP="006846DA">
      <w:r>
        <w:t xml:space="preserve"> </w:t>
      </w:r>
      <w:r w:rsidRPr="00CE73B4">
        <w:t xml:space="preserve"> </w:t>
      </w:r>
      <w:proofErr w:type="gramStart"/>
      <w:r w:rsidRPr="00CE73B4">
        <w:t>;,</w:t>
      </w:r>
      <w:proofErr w:type="gramEnd"/>
      <w:r w:rsidRPr="00CE73B4">
        <w:t>c #ad units</w:t>
      </w:r>
    </w:p>
    <w:p w:rsidR="006846DA" w:rsidRDefault="00CE73B4" w:rsidP="006846DA">
      <w:r>
        <w:t xml:space="preserve"> </w:t>
      </w:r>
      <w:r w:rsidRPr="00CE73B4">
        <w:t xml:space="preserve"> </w:t>
      </w:r>
      <w:proofErr w:type="gramStart"/>
      <w:r w:rsidRPr="00CE73B4">
        <w:t>;,</w:t>
      </w:r>
      <w:proofErr w:type="gramEnd"/>
      <w:r w:rsidRPr="00CE73B4">
        <w:t>d #ag units</w:t>
      </w:r>
    </w:p>
    <w:p w:rsidR="006846DA" w:rsidRPr="006846DA" w:rsidRDefault="00F2663B" w:rsidP="006846DA">
      <w:r>
        <w:t xml:space="preserve">                                     #</w:t>
      </w:r>
      <w:proofErr w:type="spellStart"/>
      <w:r w:rsidR="00AC4EB9">
        <w:t>b</w:t>
      </w:r>
      <w:r w:rsidR="00C31D65">
        <w:t>c</w:t>
      </w:r>
      <w:proofErr w:type="spellEnd"/>
    </w:p>
    <w:sectPr w:rsidR="006846DA" w:rsidRPr="006846DA" w:rsidSect="00566CE4">
      <w:pgSz w:w="16560" w:h="15840" w:code="123"/>
      <w:pgMar w:top="720" w:right="720" w:bottom="547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raille29">
    <w:panose1 w:val="02070304020205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57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85"/>
    <w:rsid w:val="0000086B"/>
    <w:rsid w:val="000122CB"/>
    <w:rsid w:val="00012941"/>
    <w:rsid w:val="00022E76"/>
    <w:rsid w:val="00023FAB"/>
    <w:rsid w:val="00025798"/>
    <w:rsid w:val="00032826"/>
    <w:rsid w:val="000357C6"/>
    <w:rsid w:val="00042D8F"/>
    <w:rsid w:val="00057473"/>
    <w:rsid w:val="0006178A"/>
    <w:rsid w:val="00065657"/>
    <w:rsid w:val="00076B7A"/>
    <w:rsid w:val="0008187C"/>
    <w:rsid w:val="000828B2"/>
    <w:rsid w:val="00086A78"/>
    <w:rsid w:val="000875D2"/>
    <w:rsid w:val="000976C8"/>
    <w:rsid w:val="000A24F5"/>
    <w:rsid w:val="000A357E"/>
    <w:rsid w:val="000A5756"/>
    <w:rsid w:val="000B09CA"/>
    <w:rsid w:val="000C01DB"/>
    <w:rsid w:val="000D2DF1"/>
    <w:rsid w:val="000D5A5F"/>
    <w:rsid w:val="000D6CF2"/>
    <w:rsid w:val="000E6A95"/>
    <w:rsid w:val="000E710A"/>
    <w:rsid w:val="000F3890"/>
    <w:rsid w:val="000F7997"/>
    <w:rsid w:val="000F7B24"/>
    <w:rsid w:val="001026EE"/>
    <w:rsid w:val="00105BE2"/>
    <w:rsid w:val="0011184C"/>
    <w:rsid w:val="0012600A"/>
    <w:rsid w:val="0012657A"/>
    <w:rsid w:val="001266F5"/>
    <w:rsid w:val="001338D6"/>
    <w:rsid w:val="00137F32"/>
    <w:rsid w:val="001513D5"/>
    <w:rsid w:val="00151429"/>
    <w:rsid w:val="001711BF"/>
    <w:rsid w:val="00173503"/>
    <w:rsid w:val="00194247"/>
    <w:rsid w:val="001B033F"/>
    <w:rsid w:val="001B7A2F"/>
    <w:rsid w:val="001C37C7"/>
    <w:rsid w:val="001C4412"/>
    <w:rsid w:val="001C56AF"/>
    <w:rsid w:val="001D2D1F"/>
    <w:rsid w:val="001D4E8A"/>
    <w:rsid w:val="001E39FB"/>
    <w:rsid w:val="001F01D6"/>
    <w:rsid w:val="001F0BBF"/>
    <w:rsid w:val="001F2344"/>
    <w:rsid w:val="001F4D76"/>
    <w:rsid w:val="00207214"/>
    <w:rsid w:val="00223E9C"/>
    <w:rsid w:val="002257C8"/>
    <w:rsid w:val="00231572"/>
    <w:rsid w:val="002331E1"/>
    <w:rsid w:val="00237CE2"/>
    <w:rsid w:val="00246F21"/>
    <w:rsid w:val="002521C3"/>
    <w:rsid w:val="00271010"/>
    <w:rsid w:val="002770A6"/>
    <w:rsid w:val="00281AC9"/>
    <w:rsid w:val="00281D81"/>
    <w:rsid w:val="00290815"/>
    <w:rsid w:val="00295A05"/>
    <w:rsid w:val="002A23C0"/>
    <w:rsid w:val="002B4A0D"/>
    <w:rsid w:val="002B4EC2"/>
    <w:rsid w:val="002C1C42"/>
    <w:rsid w:val="002C1D9B"/>
    <w:rsid w:val="002C2DBF"/>
    <w:rsid w:val="002C7D08"/>
    <w:rsid w:val="002D3F38"/>
    <w:rsid w:val="002E5B02"/>
    <w:rsid w:val="002F0937"/>
    <w:rsid w:val="002F1506"/>
    <w:rsid w:val="002F3833"/>
    <w:rsid w:val="003033C2"/>
    <w:rsid w:val="00310119"/>
    <w:rsid w:val="00310E69"/>
    <w:rsid w:val="003171FF"/>
    <w:rsid w:val="00320646"/>
    <w:rsid w:val="00320B2B"/>
    <w:rsid w:val="00326047"/>
    <w:rsid w:val="00331081"/>
    <w:rsid w:val="00340652"/>
    <w:rsid w:val="003456E6"/>
    <w:rsid w:val="003606B2"/>
    <w:rsid w:val="00361E38"/>
    <w:rsid w:val="0037411C"/>
    <w:rsid w:val="00380F3F"/>
    <w:rsid w:val="003839BE"/>
    <w:rsid w:val="0038586E"/>
    <w:rsid w:val="00386CA2"/>
    <w:rsid w:val="00387033"/>
    <w:rsid w:val="00391321"/>
    <w:rsid w:val="00391459"/>
    <w:rsid w:val="003963AB"/>
    <w:rsid w:val="003B5A3E"/>
    <w:rsid w:val="003B5DC8"/>
    <w:rsid w:val="003C0D9E"/>
    <w:rsid w:val="003D455D"/>
    <w:rsid w:val="003D6719"/>
    <w:rsid w:val="003D6BBD"/>
    <w:rsid w:val="003E5A54"/>
    <w:rsid w:val="00400CE9"/>
    <w:rsid w:val="00400D40"/>
    <w:rsid w:val="00402A6C"/>
    <w:rsid w:val="004032F6"/>
    <w:rsid w:val="0040496C"/>
    <w:rsid w:val="00407537"/>
    <w:rsid w:val="004147BD"/>
    <w:rsid w:val="00422E0C"/>
    <w:rsid w:val="0042534C"/>
    <w:rsid w:val="00433014"/>
    <w:rsid w:val="00442A0D"/>
    <w:rsid w:val="00470677"/>
    <w:rsid w:val="00472D3B"/>
    <w:rsid w:val="00475481"/>
    <w:rsid w:val="004761DE"/>
    <w:rsid w:val="00480FFE"/>
    <w:rsid w:val="0048302E"/>
    <w:rsid w:val="0048418B"/>
    <w:rsid w:val="00485DD8"/>
    <w:rsid w:val="004863A1"/>
    <w:rsid w:val="00487F09"/>
    <w:rsid w:val="004A0EAA"/>
    <w:rsid w:val="004A5EEC"/>
    <w:rsid w:val="004B1CEC"/>
    <w:rsid w:val="004B235C"/>
    <w:rsid w:val="004B2916"/>
    <w:rsid w:val="004B2CFA"/>
    <w:rsid w:val="004B321C"/>
    <w:rsid w:val="004C550F"/>
    <w:rsid w:val="004C64F9"/>
    <w:rsid w:val="004D28C7"/>
    <w:rsid w:val="004D4185"/>
    <w:rsid w:val="004D457E"/>
    <w:rsid w:val="004D7885"/>
    <w:rsid w:val="004E36E5"/>
    <w:rsid w:val="004E6B9E"/>
    <w:rsid w:val="004E6E9C"/>
    <w:rsid w:val="004F3911"/>
    <w:rsid w:val="004F76E8"/>
    <w:rsid w:val="00500CF2"/>
    <w:rsid w:val="00506E17"/>
    <w:rsid w:val="00517421"/>
    <w:rsid w:val="00522B03"/>
    <w:rsid w:val="0052703B"/>
    <w:rsid w:val="005313CC"/>
    <w:rsid w:val="005445B5"/>
    <w:rsid w:val="0054544B"/>
    <w:rsid w:val="00554DB9"/>
    <w:rsid w:val="00561D4F"/>
    <w:rsid w:val="00562499"/>
    <w:rsid w:val="005624F6"/>
    <w:rsid w:val="00566CE4"/>
    <w:rsid w:val="005704BD"/>
    <w:rsid w:val="0057394F"/>
    <w:rsid w:val="00574B90"/>
    <w:rsid w:val="00591B02"/>
    <w:rsid w:val="005933E7"/>
    <w:rsid w:val="005962C0"/>
    <w:rsid w:val="005971E1"/>
    <w:rsid w:val="005A0FC0"/>
    <w:rsid w:val="005A1D2F"/>
    <w:rsid w:val="005A2B4C"/>
    <w:rsid w:val="005A5142"/>
    <w:rsid w:val="005B4713"/>
    <w:rsid w:val="005C480E"/>
    <w:rsid w:val="005D5228"/>
    <w:rsid w:val="005E7A7F"/>
    <w:rsid w:val="005F1BF4"/>
    <w:rsid w:val="006054D2"/>
    <w:rsid w:val="006132AB"/>
    <w:rsid w:val="00616859"/>
    <w:rsid w:val="00624E78"/>
    <w:rsid w:val="00634E0D"/>
    <w:rsid w:val="006362CE"/>
    <w:rsid w:val="0064110D"/>
    <w:rsid w:val="00655037"/>
    <w:rsid w:val="00662283"/>
    <w:rsid w:val="006648C5"/>
    <w:rsid w:val="00664BCA"/>
    <w:rsid w:val="006756B0"/>
    <w:rsid w:val="006846DA"/>
    <w:rsid w:val="00691811"/>
    <w:rsid w:val="00694699"/>
    <w:rsid w:val="00695399"/>
    <w:rsid w:val="00696AEC"/>
    <w:rsid w:val="006A6FF3"/>
    <w:rsid w:val="006B49E1"/>
    <w:rsid w:val="006C26D3"/>
    <w:rsid w:val="006C2762"/>
    <w:rsid w:val="006C376D"/>
    <w:rsid w:val="006C5E62"/>
    <w:rsid w:val="006C65B6"/>
    <w:rsid w:val="006E18A7"/>
    <w:rsid w:val="006E277F"/>
    <w:rsid w:val="00707DE0"/>
    <w:rsid w:val="00715FAF"/>
    <w:rsid w:val="00725A83"/>
    <w:rsid w:val="00726BF1"/>
    <w:rsid w:val="0073337E"/>
    <w:rsid w:val="00736292"/>
    <w:rsid w:val="0075458B"/>
    <w:rsid w:val="007556EC"/>
    <w:rsid w:val="0075583E"/>
    <w:rsid w:val="007579F9"/>
    <w:rsid w:val="00760C12"/>
    <w:rsid w:val="00775E3A"/>
    <w:rsid w:val="00781BD9"/>
    <w:rsid w:val="00784EB4"/>
    <w:rsid w:val="007925D2"/>
    <w:rsid w:val="007A1FC0"/>
    <w:rsid w:val="007A7F7B"/>
    <w:rsid w:val="007B0771"/>
    <w:rsid w:val="007C36E7"/>
    <w:rsid w:val="007D1445"/>
    <w:rsid w:val="007E085A"/>
    <w:rsid w:val="007E4076"/>
    <w:rsid w:val="007F3F9E"/>
    <w:rsid w:val="007F7F25"/>
    <w:rsid w:val="008040D9"/>
    <w:rsid w:val="00811A4B"/>
    <w:rsid w:val="008161A8"/>
    <w:rsid w:val="00823622"/>
    <w:rsid w:val="0082566A"/>
    <w:rsid w:val="00834AE7"/>
    <w:rsid w:val="00846AAD"/>
    <w:rsid w:val="00852C80"/>
    <w:rsid w:val="00857377"/>
    <w:rsid w:val="00861FDC"/>
    <w:rsid w:val="00862533"/>
    <w:rsid w:val="00863B52"/>
    <w:rsid w:val="008764EE"/>
    <w:rsid w:val="00881999"/>
    <w:rsid w:val="00883BC1"/>
    <w:rsid w:val="00884FC4"/>
    <w:rsid w:val="008871BC"/>
    <w:rsid w:val="008A29D5"/>
    <w:rsid w:val="008B5121"/>
    <w:rsid w:val="008C4080"/>
    <w:rsid w:val="008C43F2"/>
    <w:rsid w:val="008C4D73"/>
    <w:rsid w:val="008C4F23"/>
    <w:rsid w:val="008C5C28"/>
    <w:rsid w:val="008C6CF5"/>
    <w:rsid w:val="008D4277"/>
    <w:rsid w:val="008D5929"/>
    <w:rsid w:val="008D6034"/>
    <w:rsid w:val="008E086B"/>
    <w:rsid w:val="008E424F"/>
    <w:rsid w:val="008E51C8"/>
    <w:rsid w:val="008F06C4"/>
    <w:rsid w:val="008F327F"/>
    <w:rsid w:val="008F3D5E"/>
    <w:rsid w:val="008F546B"/>
    <w:rsid w:val="008F6879"/>
    <w:rsid w:val="008F7023"/>
    <w:rsid w:val="0090059C"/>
    <w:rsid w:val="00901ABB"/>
    <w:rsid w:val="009020A5"/>
    <w:rsid w:val="00902A72"/>
    <w:rsid w:val="00904DCE"/>
    <w:rsid w:val="00907CFE"/>
    <w:rsid w:val="00914F0C"/>
    <w:rsid w:val="00916956"/>
    <w:rsid w:val="0093334F"/>
    <w:rsid w:val="00946576"/>
    <w:rsid w:val="009514CF"/>
    <w:rsid w:val="009564B9"/>
    <w:rsid w:val="00971142"/>
    <w:rsid w:val="00980855"/>
    <w:rsid w:val="009823C2"/>
    <w:rsid w:val="00985F06"/>
    <w:rsid w:val="00986790"/>
    <w:rsid w:val="009926AE"/>
    <w:rsid w:val="00992AFB"/>
    <w:rsid w:val="00992CE8"/>
    <w:rsid w:val="009A14CE"/>
    <w:rsid w:val="009C05ED"/>
    <w:rsid w:val="009C2455"/>
    <w:rsid w:val="009C2B45"/>
    <w:rsid w:val="009C5188"/>
    <w:rsid w:val="009C7011"/>
    <w:rsid w:val="009D00A0"/>
    <w:rsid w:val="009D033A"/>
    <w:rsid w:val="009D1613"/>
    <w:rsid w:val="009D1ECC"/>
    <w:rsid w:val="009D2742"/>
    <w:rsid w:val="009E16BA"/>
    <w:rsid w:val="009E48B6"/>
    <w:rsid w:val="00A04788"/>
    <w:rsid w:val="00A04BDD"/>
    <w:rsid w:val="00A07AD1"/>
    <w:rsid w:val="00A12615"/>
    <w:rsid w:val="00A168C5"/>
    <w:rsid w:val="00A243C0"/>
    <w:rsid w:val="00A25262"/>
    <w:rsid w:val="00A25C04"/>
    <w:rsid w:val="00A355A5"/>
    <w:rsid w:val="00A4396B"/>
    <w:rsid w:val="00A46120"/>
    <w:rsid w:val="00A643D3"/>
    <w:rsid w:val="00A66828"/>
    <w:rsid w:val="00A71973"/>
    <w:rsid w:val="00A725B8"/>
    <w:rsid w:val="00A75F33"/>
    <w:rsid w:val="00A86EFB"/>
    <w:rsid w:val="00A910F4"/>
    <w:rsid w:val="00A92921"/>
    <w:rsid w:val="00AA0205"/>
    <w:rsid w:val="00AA5FB7"/>
    <w:rsid w:val="00AB7689"/>
    <w:rsid w:val="00AC4B2B"/>
    <w:rsid w:val="00AC4EB9"/>
    <w:rsid w:val="00AD0971"/>
    <w:rsid w:val="00AD2653"/>
    <w:rsid w:val="00AD3484"/>
    <w:rsid w:val="00AD5B3A"/>
    <w:rsid w:val="00AD6287"/>
    <w:rsid w:val="00AE3429"/>
    <w:rsid w:val="00AF642C"/>
    <w:rsid w:val="00B01165"/>
    <w:rsid w:val="00B02BCB"/>
    <w:rsid w:val="00B041A7"/>
    <w:rsid w:val="00B163F1"/>
    <w:rsid w:val="00B16803"/>
    <w:rsid w:val="00B208DC"/>
    <w:rsid w:val="00B40282"/>
    <w:rsid w:val="00B4248E"/>
    <w:rsid w:val="00B43A6E"/>
    <w:rsid w:val="00B443AE"/>
    <w:rsid w:val="00B45875"/>
    <w:rsid w:val="00B52302"/>
    <w:rsid w:val="00B56808"/>
    <w:rsid w:val="00B61019"/>
    <w:rsid w:val="00B63186"/>
    <w:rsid w:val="00B677E0"/>
    <w:rsid w:val="00B67A20"/>
    <w:rsid w:val="00B72D2E"/>
    <w:rsid w:val="00B7770F"/>
    <w:rsid w:val="00B9201E"/>
    <w:rsid w:val="00B950BD"/>
    <w:rsid w:val="00B965D6"/>
    <w:rsid w:val="00BB3592"/>
    <w:rsid w:val="00BB4842"/>
    <w:rsid w:val="00BB58B2"/>
    <w:rsid w:val="00BD1B7B"/>
    <w:rsid w:val="00BE73E9"/>
    <w:rsid w:val="00BF0041"/>
    <w:rsid w:val="00C068B0"/>
    <w:rsid w:val="00C13198"/>
    <w:rsid w:val="00C14529"/>
    <w:rsid w:val="00C14B4C"/>
    <w:rsid w:val="00C17977"/>
    <w:rsid w:val="00C27A0A"/>
    <w:rsid w:val="00C31D65"/>
    <w:rsid w:val="00C31F2B"/>
    <w:rsid w:val="00C361D8"/>
    <w:rsid w:val="00C45012"/>
    <w:rsid w:val="00C45AAD"/>
    <w:rsid w:val="00C46C69"/>
    <w:rsid w:val="00C6610C"/>
    <w:rsid w:val="00C67B2D"/>
    <w:rsid w:val="00C71353"/>
    <w:rsid w:val="00C72BA3"/>
    <w:rsid w:val="00CA1122"/>
    <w:rsid w:val="00CA2E3D"/>
    <w:rsid w:val="00CA5E27"/>
    <w:rsid w:val="00CB062F"/>
    <w:rsid w:val="00CB78F9"/>
    <w:rsid w:val="00CC52D7"/>
    <w:rsid w:val="00CC6AB9"/>
    <w:rsid w:val="00CD20A3"/>
    <w:rsid w:val="00CD7E22"/>
    <w:rsid w:val="00CE42B7"/>
    <w:rsid w:val="00CE568E"/>
    <w:rsid w:val="00CE73B4"/>
    <w:rsid w:val="00CF3731"/>
    <w:rsid w:val="00D1094D"/>
    <w:rsid w:val="00D16391"/>
    <w:rsid w:val="00D1640A"/>
    <w:rsid w:val="00D25D18"/>
    <w:rsid w:val="00D26D2D"/>
    <w:rsid w:val="00D33220"/>
    <w:rsid w:val="00D36AB3"/>
    <w:rsid w:val="00D40E78"/>
    <w:rsid w:val="00D430B7"/>
    <w:rsid w:val="00D50201"/>
    <w:rsid w:val="00D6464B"/>
    <w:rsid w:val="00D66055"/>
    <w:rsid w:val="00D81B5C"/>
    <w:rsid w:val="00D914D4"/>
    <w:rsid w:val="00D9282A"/>
    <w:rsid w:val="00D93701"/>
    <w:rsid w:val="00D964DC"/>
    <w:rsid w:val="00D9732D"/>
    <w:rsid w:val="00DA4082"/>
    <w:rsid w:val="00DB04D4"/>
    <w:rsid w:val="00DB53FC"/>
    <w:rsid w:val="00DB5553"/>
    <w:rsid w:val="00DD4868"/>
    <w:rsid w:val="00DE3A3D"/>
    <w:rsid w:val="00DE3A63"/>
    <w:rsid w:val="00DF5FB3"/>
    <w:rsid w:val="00DF76F9"/>
    <w:rsid w:val="00DF7713"/>
    <w:rsid w:val="00E01E4B"/>
    <w:rsid w:val="00E05B9A"/>
    <w:rsid w:val="00E0722A"/>
    <w:rsid w:val="00E10A97"/>
    <w:rsid w:val="00E12B29"/>
    <w:rsid w:val="00E17A70"/>
    <w:rsid w:val="00E45CA4"/>
    <w:rsid w:val="00E46111"/>
    <w:rsid w:val="00E5144C"/>
    <w:rsid w:val="00E60209"/>
    <w:rsid w:val="00E60E7D"/>
    <w:rsid w:val="00E63772"/>
    <w:rsid w:val="00E65572"/>
    <w:rsid w:val="00E66F31"/>
    <w:rsid w:val="00E774BF"/>
    <w:rsid w:val="00E83A1B"/>
    <w:rsid w:val="00E83A82"/>
    <w:rsid w:val="00E85643"/>
    <w:rsid w:val="00E87DE1"/>
    <w:rsid w:val="00E976EE"/>
    <w:rsid w:val="00EA5817"/>
    <w:rsid w:val="00EB77A7"/>
    <w:rsid w:val="00EC22AC"/>
    <w:rsid w:val="00ED5729"/>
    <w:rsid w:val="00EE4838"/>
    <w:rsid w:val="00EE7B8C"/>
    <w:rsid w:val="00F12D86"/>
    <w:rsid w:val="00F13C1A"/>
    <w:rsid w:val="00F14FC7"/>
    <w:rsid w:val="00F16079"/>
    <w:rsid w:val="00F17B9E"/>
    <w:rsid w:val="00F22BAA"/>
    <w:rsid w:val="00F23C6E"/>
    <w:rsid w:val="00F2663B"/>
    <w:rsid w:val="00F31040"/>
    <w:rsid w:val="00F31989"/>
    <w:rsid w:val="00F330CA"/>
    <w:rsid w:val="00F45169"/>
    <w:rsid w:val="00F52824"/>
    <w:rsid w:val="00F52CCA"/>
    <w:rsid w:val="00F611E4"/>
    <w:rsid w:val="00F64796"/>
    <w:rsid w:val="00F67485"/>
    <w:rsid w:val="00F6793F"/>
    <w:rsid w:val="00F70A42"/>
    <w:rsid w:val="00F70AB7"/>
    <w:rsid w:val="00F72A02"/>
    <w:rsid w:val="00F82E35"/>
    <w:rsid w:val="00F852D5"/>
    <w:rsid w:val="00F8731B"/>
    <w:rsid w:val="00F9129B"/>
    <w:rsid w:val="00F932F6"/>
    <w:rsid w:val="00F96134"/>
    <w:rsid w:val="00FB35D6"/>
    <w:rsid w:val="00FC0807"/>
    <w:rsid w:val="00FC0DD5"/>
    <w:rsid w:val="00FC2281"/>
    <w:rsid w:val="00FC32BF"/>
    <w:rsid w:val="00FD35E7"/>
    <w:rsid w:val="00FD3D78"/>
    <w:rsid w:val="00FD4EF6"/>
    <w:rsid w:val="00FD7502"/>
    <w:rsid w:val="00FE016C"/>
    <w:rsid w:val="00FE3AD8"/>
    <w:rsid w:val="00FE7C3C"/>
    <w:rsid w:val="00F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DCCB6BBF-8AA2-41AC-9BAD-C0344B45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aille29" w:eastAsia="Times New Roman" w:hAnsi="Braille29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58"/>
      <w:szCs w:val="5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480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A910F4"/>
    <w:rPr>
      <w:rFonts w:ascii="Courier New" w:hAnsi="Courier New"/>
      <w:sz w:val="20"/>
      <w:szCs w:val="20"/>
      <w:lang w:val="x-none" w:eastAsia="x-none"/>
    </w:rPr>
  </w:style>
  <w:style w:type="paragraph" w:customStyle="1" w:styleId="AutoCorrect">
    <w:name w:val="AutoCorrect"/>
    <w:rsid w:val="00781BD9"/>
    <w:rPr>
      <w:sz w:val="24"/>
      <w:szCs w:val="24"/>
    </w:rPr>
  </w:style>
  <w:style w:type="character" w:customStyle="1" w:styleId="PlainTextChar">
    <w:name w:val="Plain Text Char"/>
    <w:link w:val="PlainText"/>
    <w:uiPriority w:val="99"/>
    <w:rsid w:val="009D1ECC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5C480E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302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48302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57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46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iger%20Templates\New%20Tiger%20Template%20(CA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9A38AF-EAF3-4BBC-AF0C-D3CF5AAE8203}"/>
</file>

<file path=customXml/itemProps2.xml><?xml version="1.0" encoding="utf-8"?>
<ds:datastoreItem xmlns:ds="http://schemas.openxmlformats.org/officeDocument/2006/customXml" ds:itemID="{20B52539-ABDB-4DE4-99C2-71504F372D33}"/>
</file>

<file path=customXml/itemProps3.xml><?xml version="1.0" encoding="utf-8"?>
<ds:datastoreItem xmlns:ds="http://schemas.openxmlformats.org/officeDocument/2006/customXml" ds:itemID="{B930C020-CA99-4C51-BECF-5A31E5F4282C}"/>
</file>

<file path=docProps/app.xml><?xml version="1.0" encoding="utf-8"?>
<Properties xmlns="http://schemas.openxmlformats.org/officeDocument/2006/extended-properties" xmlns:vt="http://schemas.openxmlformats.org/officeDocument/2006/docPropsVTypes">
  <Template>New Tiger Template (CA)</Template>
  <TotalTime>210</TotalTime>
  <Pages>5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,,5VI</vt:lpstr>
    </vt:vector>
  </TitlesOfParts>
  <Company>PIA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,,5VI</dc:title>
  <dc:creator>Mike</dc:creator>
  <cp:lastModifiedBy>inmate26</cp:lastModifiedBy>
  <cp:revision>25</cp:revision>
  <cp:lastPrinted>2018-10-10T15:25:00Z</cp:lastPrinted>
  <dcterms:created xsi:type="dcterms:W3CDTF">2021-03-04T17:35:00Z</dcterms:created>
  <dcterms:modified xsi:type="dcterms:W3CDTF">2021-03-15T11:49:00Z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